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B7" w:rsidRDefault="005806B7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5806B7" w:rsidRDefault="005806B7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sz w:val="28"/>
          <w:szCs w:val="28"/>
        </w:rPr>
      </w:pPr>
    </w:p>
    <w:p w:rsidR="005806B7" w:rsidRDefault="005806B7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5806B7" w:rsidRPr="003843E6" w:rsidRDefault="005806B7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5806B7" w:rsidRDefault="005806B7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5806B7" w:rsidRDefault="005806B7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от 19.12.2016 № 101</w:t>
      </w:r>
    </w:p>
    <w:p w:rsidR="005806B7" w:rsidRPr="003843E6" w:rsidRDefault="005806B7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</w:p>
    <w:p w:rsidR="005806B7" w:rsidRPr="00F057D4" w:rsidRDefault="005806B7" w:rsidP="000B2E87">
      <w:pPr>
        <w:tabs>
          <w:tab w:val="left" w:pos="4536"/>
          <w:tab w:val="left" w:pos="9653"/>
        </w:tabs>
        <w:rPr>
          <w:rFonts w:ascii="Times New Roman" w:hAnsi="Times New Roman" w:cs="Times New Roman"/>
          <w:sz w:val="28"/>
          <w:szCs w:val="28"/>
        </w:rPr>
      </w:pPr>
    </w:p>
    <w:p w:rsidR="005806B7" w:rsidRDefault="005806B7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6B7" w:rsidRDefault="005806B7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6B7" w:rsidRDefault="005806B7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6B7" w:rsidRDefault="005806B7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6B7" w:rsidRDefault="005806B7" w:rsidP="00AD7BB6">
      <w:pPr>
        <w:spacing w:line="235" w:lineRule="auto"/>
        <w:ind w:right="318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E87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</w:t>
      </w:r>
    </w:p>
    <w:p w:rsidR="005806B7" w:rsidRDefault="005806B7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6B7" w:rsidRPr="000B2E87" w:rsidRDefault="005806B7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806B7" w:rsidRDefault="005806B7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806B7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06B7" w:rsidRPr="001435FF" w:rsidRDefault="005806B7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06B7" w:rsidRPr="008D66B7" w:rsidRDefault="005806B7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806B7" w:rsidRPr="001435FF" w:rsidRDefault="005806B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5806B7" w:rsidRPr="001435FF" w:rsidRDefault="005806B7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806B7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B7" w:rsidRPr="001435FF" w:rsidRDefault="005806B7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B7" w:rsidRPr="001435FF" w:rsidRDefault="005806B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B7" w:rsidRPr="001435FF" w:rsidRDefault="005806B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06B7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5806B7" w:rsidRPr="001435FF" w:rsidRDefault="005806B7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5806B7" w:rsidRPr="009C2D45" w:rsidRDefault="005806B7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806B7" w:rsidRPr="00690313" w:rsidRDefault="005806B7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B7" w:rsidRPr="001435FF">
        <w:trPr>
          <w:trHeight w:val="113"/>
        </w:trPr>
        <w:tc>
          <w:tcPr>
            <w:tcW w:w="561" w:type="dxa"/>
            <w:vMerge/>
          </w:tcPr>
          <w:p w:rsidR="005806B7" w:rsidRPr="001435FF" w:rsidRDefault="005806B7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5806B7" w:rsidRPr="001435FF" w:rsidRDefault="005806B7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5806B7" w:rsidRPr="001569FE" w:rsidRDefault="005806B7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5806B7" w:rsidRPr="00A755D8">
        <w:trPr>
          <w:trHeight w:val="113"/>
        </w:trPr>
        <w:tc>
          <w:tcPr>
            <w:tcW w:w="561" w:type="dxa"/>
          </w:tcPr>
          <w:p w:rsidR="005806B7" w:rsidRPr="00A755D8" w:rsidRDefault="005806B7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5806B7" w:rsidRPr="00A755D8" w:rsidRDefault="005806B7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5806B7" w:rsidRPr="00A755D8" w:rsidRDefault="005806B7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806B7" w:rsidRPr="00EE057C">
        <w:trPr>
          <w:trHeight w:val="113"/>
        </w:trPr>
        <w:tc>
          <w:tcPr>
            <w:tcW w:w="6961" w:type="dxa"/>
            <w:gridSpan w:val="2"/>
          </w:tcPr>
          <w:p w:rsidR="005806B7" w:rsidRPr="00EE057C" w:rsidRDefault="005806B7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5806B7" w:rsidRDefault="005806B7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0.00</w:t>
            </w:r>
          </w:p>
        </w:tc>
      </w:tr>
    </w:tbl>
    <w:p w:rsidR="005806B7" w:rsidRPr="00EE057C" w:rsidRDefault="005806B7">
      <w:pPr>
        <w:rPr>
          <w:rFonts w:ascii="Times New Roman" w:hAnsi="Times New Roman" w:cs="Times New Roman"/>
          <w:sz w:val="28"/>
          <w:szCs w:val="28"/>
        </w:rPr>
      </w:pPr>
    </w:p>
    <w:p w:rsidR="005806B7" w:rsidRPr="00EE057C" w:rsidRDefault="005806B7">
      <w:pPr>
        <w:rPr>
          <w:rFonts w:ascii="Times New Roman" w:hAnsi="Times New Roman" w:cs="Times New Roman"/>
          <w:sz w:val="28"/>
          <w:szCs w:val="28"/>
        </w:rPr>
      </w:pPr>
    </w:p>
    <w:p w:rsidR="005806B7" w:rsidRPr="00EE057C" w:rsidRDefault="005806B7">
      <w:pPr>
        <w:rPr>
          <w:rFonts w:ascii="Times New Roman" w:hAnsi="Times New Roman" w:cs="Times New Roman"/>
          <w:sz w:val="28"/>
          <w:szCs w:val="28"/>
        </w:rPr>
      </w:pPr>
    </w:p>
    <w:p w:rsidR="005806B7" w:rsidRPr="00EE057C" w:rsidRDefault="005806B7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5806B7" w:rsidRDefault="005806B7"/>
    <w:sectPr w:rsidR="005806B7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B2E87"/>
    <w:rsid w:val="000B7F2D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153DD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45C1"/>
    <w:rsid w:val="001B6230"/>
    <w:rsid w:val="001E6153"/>
    <w:rsid w:val="001F3E57"/>
    <w:rsid w:val="001F43B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33D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3CFE"/>
    <w:rsid w:val="003D66F0"/>
    <w:rsid w:val="003E756E"/>
    <w:rsid w:val="003F5AFA"/>
    <w:rsid w:val="00410D55"/>
    <w:rsid w:val="004147DE"/>
    <w:rsid w:val="00416CA1"/>
    <w:rsid w:val="0042235E"/>
    <w:rsid w:val="00423A79"/>
    <w:rsid w:val="00424908"/>
    <w:rsid w:val="0043669E"/>
    <w:rsid w:val="00440F32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1D47"/>
    <w:rsid w:val="00536699"/>
    <w:rsid w:val="005449B3"/>
    <w:rsid w:val="00556C86"/>
    <w:rsid w:val="00560F9F"/>
    <w:rsid w:val="005648D0"/>
    <w:rsid w:val="0056513E"/>
    <w:rsid w:val="005742E0"/>
    <w:rsid w:val="00574C5A"/>
    <w:rsid w:val="005806B7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2587"/>
    <w:rsid w:val="00835240"/>
    <w:rsid w:val="00840AF8"/>
    <w:rsid w:val="00843653"/>
    <w:rsid w:val="0084426A"/>
    <w:rsid w:val="00847FCD"/>
    <w:rsid w:val="00852FA1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6E02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04C6"/>
    <w:rsid w:val="00A61A81"/>
    <w:rsid w:val="00A63A2F"/>
    <w:rsid w:val="00A755D8"/>
    <w:rsid w:val="00A80A57"/>
    <w:rsid w:val="00A82552"/>
    <w:rsid w:val="00A831E4"/>
    <w:rsid w:val="00A84987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D7BB6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263B"/>
    <w:rsid w:val="00BB5BBB"/>
    <w:rsid w:val="00BC17F8"/>
    <w:rsid w:val="00BC7901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95A2F"/>
    <w:rsid w:val="00CB10FB"/>
    <w:rsid w:val="00CB347C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B94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185</Words>
  <Characters>1058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22</cp:revision>
  <cp:lastPrinted>2016-12-07T07:47:00Z</cp:lastPrinted>
  <dcterms:created xsi:type="dcterms:W3CDTF">2014-11-11T11:46:00Z</dcterms:created>
  <dcterms:modified xsi:type="dcterms:W3CDTF">2016-12-20T05:59:00Z</dcterms:modified>
</cp:coreProperties>
</file>